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195" w:rsidRDefault="00EC5F30">
      <w:pPr>
        <w:pStyle w:val="Title"/>
        <w:jc w:val="right"/>
      </w:pPr>
      <w:r>
        <w:t>Sonar</w:t>
      </w:r>
    </w:p>
    <w:p w:rsidR="00602195" w:rsidRDefault="00DD187C">
      <w:pPr>
        <w:pStyle w:val="Title"/>
        <w:jc w:val="right"/>
      </w:pPr>
      <w:fldSimple w:instr="title  \* Mergeformat ">
        <w:r w:rsidR="00CA0558">
          <w:t xml:space="preserve">Use Case Specification: </w:t>
        </w:r>
      </w:fldSimple>
      <w:r w:rsidR="001B525B">
        <w:t xml:space="preserve">Track </w:t>
      </w:r>
      <w:r w:rsidR="00310460">
        <w:t>Graduation</w:t>
      </w:r>
    </w:p>
    <w:p w:rsidR="00602195" w:rsidRDefault="00602195">
      <w:pPr>
        <w:pStyle w:val="Title"/>
        <w:jc w:val="right"/>
      </w:pPr>
    </w:p>
    <w:p w:rsidR="00602195" w:rsidRDefault="00AE19B8">
      <w:pPr>
        <w:pStyle w:val="Title"/>
        <w:jc w:val="right"/>
        <w:rPr>
          <w:sz w:val="28"/>
        </w:rPr>
      </w:pPr>
      <w:r>
        <w:rPr>
          <w:sz w:val="28"/>
        </w:rPr>
        <w:t>Version &lt;1.0&gt;</w:t>
      </w:r>
    </w:p>
    <w:p w:rsidR="00602195" w:rsidRDefault="00602195"/>
    <w:p w:rsidR="00602195" w:rsidRDefault="00AE19B8">
      <w:pPr>
        <w:pStyle w:val="InfoBlue"/>
      </w:pPr>
      <w:r>
        <w:t xml:space="preserve"> </w:t>
      </w:r>
    </w:p>
    <w:p w:rsidR="00602195" w:rsidRDefault="00602195"/>
    <w:p w:rsidR="00602195" w:rsidRDefault="00602195">
      <w:pPr>
        <w:pStyle w:val="BodyText"/>
      </w:pPr>
    </w:p>
    <w:p w:rsidR="00602195" w:rsidRDefault="00602195">
      <w:pPr>
        <w:pStyle w:val="BodyText"/>
      </w:pPr>
    </w:p>
    <w:p w:rsidR="00602195" w:rsidRDefault="00602195">
      <w:pPr>
        <w:sectPr w:rsidR="00602195">
          <w:headerReference w:type="default" r:id="rId7"/>
          <w:endnotePr>
            <w:numFmt w:val="decimal"/>
          </w:endnotePr>
          <w:pgSz w:w="12240" w:h="15840"/>
          <w:pgMar w:top="1440" w:right="1440" w:bottom="1440" w:left="1440" w:header="720" w:footer="720" w:gutter="0"/>
          <w:cols w:space="720"/>
          <w:vAlign w:val="center"/>
        </w:sectPr>
      </w:pPr>
    </w:p>
    <w:p w:rsidR="00602195"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602195">
        <w:tc>
          <w:tcPr>
            <w:tcW w:w="2304" w:type="dxa"/>
          </w:tcPr>
          <w:p w:rsidR="00602195" w:rsidRDefault="00AE19B8">
            <w:pPr>
              <w:pStyle w:val="Tabletext"/>
              <w:jc w:val="center"/>
              <w:rPr>
                <w:b/>
              </w:rPr>
            </w:pPr>
            <w:r>
              <w:rPr>
                <w:b/>
              </w:rPr>
              <w:t>Date</w:t>
            </w:r>
          </w:p>
        </w:tc>
        <w:tc>
          <w:tcPr>
            <w:tcW w:w="1152" w:type="dxa"/>
          </w:tcPr>
          <w:p w:rsidR="00602195" w:rsidRDefault="00AE19B8">
            <w:pPr>
              <w:pStyle w:val="Tabletext"/>
              <w:jc w:val="center"/>
              <w:rPr>
                <w:b/>
              </w:rPr>
            </w:pPr>
            <w:r>
              <w:rPr>
                <w:b/>
              </w:rPr>
              <w:t>Version</w:t>
            </w:r>
          </w:p>
        </w:tc>
        <w:tc>
          <w:tcPr>
            <w:tcW w:w="3744" w:type="dxa"/>
          </w:tcPr>
          <w:p w:rsidR="00602195" w:rsidRDefault="00AE19B8">
            <w:pPr>
              <w:pStyle w:val="Tabletext"/>
              <w:jc w:val="center"/>
              <w:rPr>
                <w:b/>
              </w:rPr>
            </w:pPr>
            <w:r>
              <w:rPr>
                <w:b/>
              </w:rPr>
              <w:t>Description</w:t>
            </w:r>
          </w:p>
        </w:tc>
        <w:tc>
          <w:tcPr>
            <w:tcW w:w="2304" w:type="dxa"/>
          </w:tcPr>
          <w:p w:rsidR="00602195" w:rsidRDefault="00AE19B8">
            <w:pPr>
              <w:pStyle w:val="Tabletext"/>
              <w:jc w:val="center"/>
              <w:rPr>
                <w:b/>
              </w:rPr>
            </w:pPr>
            <w:r>
              <w:rPr>
                <w:b/>
              </w:rPr>
              <w:t>Author</w:t>
            </w:r>
          </w:p>
        </w:tc>
      </w:tr>
      <w:tr w:rsidR="00602195">
        <w:tc>
          <w:tcPr>
            <w:tcW w:w="2304" w:type="dxa"/>
          </w:tcPr>
          <w:p w:rsidR="00602195" w:rsidRDefault="00EC5F30">
            <w:pPr>
              <w:pStyle w:val="Tabletext"/>
            </w:pPr>
            <w:r>
              <w:t>19/Oct/16</w:t>
            </w:r>
          </w:p>
        </w:tc>
        <w:tc>
          <w:tcPr>
            <w:tcW w:w="1152" w:type="dxa"/>
          </w:tcPr>
          <w:p w:rsidR="00602195" w:rsidRDefault="00EC5F30">
            <w:pPr>
              <w:pStyle w:val="Tabletext"/>
            </w:pPr>
            <w:r>
              <w:t>1.0</w:t>
            </w:r>
          </w:p>
        </w:tc>
        <w:tc>
          <w:tcPr>
            <w:tcW w:w="3744" w:type="dxa"/>
          </w:tcPr>
          <w:p w:rsidR="00602195" w:rsidRDefault="00EC5F30" w:rsidP="00310460">
            <w:pPr>
              <w:pStyle w:val="Tabletext"/>
            </w:pPr>
            <w:r>
              <w:t xml:space="preserve">Use Case: </w:t>
            </w:r>
            <w:r w:rsidR="001B525B">
              <w:t xml:space="preserve">Track </w:t>
            </w:r>
            <w:r w:rsidR="00310460">
              <w:t>Graduation</w:t>
            </w:r>
          </w:p>
        </w:tc>
        <w:tc>
          <w:tcPr>
            <w:tcW w:w="2304" w:type="dxa"/>
          </w:tcPr>
          <w:p w:rsidR="00602195" w:rsidRDefault="00EC5F30">
            <w:pPr>
              <w:pStyle w:val="Tabletext"/>
            </w:pPr>
            <w:r>
              <w:t>Christopher Meany</w:t>
            </w:r>
          </w:p>
        </w:tc>
      </w:tr>
      <w:tr w:rsidR="00602195">
        <w:tc>
          <w:tcPr>
            <w:tcW w:w="2304" w:type="dxa"/>
          </w:tcPr>
          <w:p w:rsidR="00602195" w:rsidRDefault="00602195">
            <w:pPr>
              <w:pStyle w:val="Tabletext"/>
            </w:pPr>
          </w:p>
        </w:tc>
        <w:tc>
          <w:tcPr>
            <w:tcW w:w="1152" w:type="dxa"/>
          </w:tcPr>
          <w:p w:rsidR="00602195" w:rsidRDefault="00602195">
            <w:pPr>
              <w:pStyle w:val="Tabletext"/>
            </w:pPr>
          </w:p>
        </w:tc>
        <w:tc>
          <w:tcPr>
            <w:tcW w:w="3744" w:type="dxa"/>
          </w:tcPr>
          <w:p w:rsidR="00602195" w:rsidRDefault="00602195">
            <w:pPr>
              <w:pStyle w:val="Tabletext"/>
            </w:pPr>
          </w:p>
        </w:tc>
        <w:tc>
          <w:tcPr>
            <w:tcW w:w="2304" w:type="dxa"/>
          </w:tcPr>
          <w:p w:rsidR="00602195" w:rsidRDefault="00602195">
            <w:pPr>
              <w:pStyle w:val="Tabletext"/>
            </w:pPr>
          </w:p>
        </w:tc>
      </w:tr>
      <w:tr w:rsidR="00602195">
        <w:tc>
          <w:tcPr>
            <w:tcW w:w="2304" w:type="dxa"/>
          </w:tcPr>
          <w:p w:rsidR="00602195" w:rsidRDefault="00602195">
            <w:pPr>
              <w:pStyle w:val="Tabletext"/>
            </w:pPr>
          </w:p>
        </w:tc>
        <w:tc>
          <w:tcPr>
            <w:tcW w:w="1152" w:type="dxa"/>
          </w:tcPr>
          <w:p w:rsidR="00602195" w:rsidRDefault="00602195">
            <w:pPr>
              <w:pStyle w:val="Tabletext"/>
            </w:pPr>
          </w:p>
        </w:tc>
        <w:tc>
          <w:tcPr>
            <w:tcW w:w="3744" w:type="dxa"/>
          </w:tcPr>
          <w:p w:rsidR="00602195" w:rsidRDefault="00602195">
            <w:pPr>
              <w:pStyle w:val="Tabletext"/>
            </w:pPr>
          </w:p>
        </w:tc>
        <w:tc>
          <w:tcPr>
            <w:tcW w:w="2304" w:type="dxa"/>
          </w:tcPr>
          <w:p w:rsidR="00602195" w:rsidRDefault="00602195">
            <w:pPr>
              <w:pStyle w:val="Tabletext"/>
            </w:pPr>
          </w:p>
        </w:tc>
      </w:tr>
      <w:tr w:rsidR="00602195">
        <w:tc>
          <w:tcPr>
            <w:tcW w:w="2304" w:type="dxa"/>
          </w:tcPr>
          <w:p w:rsidR="00602195" w:rsidRDefault="00602195">
            <w:pPr>
              <w:pStyle w:val="Tabletext"/>
            </w:pPr>
          </w:p>
        </w:tc>
        <w:tc>
          <w:tcPr>
            <w:tcW w:w="1152" w:type="dxa"/>
          </w:tcPr>
          <w:p w:rsidR="00602195" w:rsidRDefault="00602195">
            <w:pPr>
              <w:pStyle w:val="Tabletext"/>
            </w:pPr>
          </w:p>
        </w:tc>
        <w:tc>
          <w:tcPr>
            <w:tcW w:w="3744" w:type="dxa"/>
          </w:tcPr>
          <w:p w:rsidR="00602195" w:rsidRDefault="00602195">
            <w:pPr>
              <w:pStyle w:val="Tabletext"/>
            </w:pPr>
          </w:p>
        </w:tc>
        <w:tc>
          <w:tcPr>
            <w:tcW w:w="2304" w:type="dxa"/>
          </w:tcPr>
          <w:p w:rsidR="00602195" w:rsidRDefault="00602195">
            <w:pPr>
              <w:pStyle w:val="Tabletext"/>
            </w:pPr>
          </w:p>
        </w:tc>
      </w:tr>
    </w:tbl>
    <w:p w:rsidR="00602195" w:rsidRDefault="00602195"/>
    <w:p w:rsidR="00602195" w:rsidRDefault="00AE19B8">
      <w:pPr>
        <w:pStyle w:val="Title"/>
      </w:pPr>
      <w:r>
        <w:br w:type="page"/>
      </w:r>
      <w:r>
        <w:lastRenderedPageBreak/>
        <w:t>Table of Contents</w:t>
      </w:r>
    </w:p>
    <w:p w:rsidR="00602195"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sidR="001B525B">
        <w:rPr>
          <w:noProof/>
          <w:sz w:val="24"/>
          <w:szCs w:val="24"/>
        </w:rPr>
        <w:t xml:space="preserve">Track </w:t>
      </w:r>
      <w:r w:rsidR="00310460">
        <w:rPr>
          <w:noProof/>
          <w:sz w:val="24"/>
          <w:szCs w:val="24"/>
        </w:rPr>
        <w:t>Graduation</w:t>
      </w:r>
      <w:r>
        <w:rPr>
          <w:noProof/>
        </w:rPr>
        <w:tab/>
      </w:r>
      <w:r w:rsidR="00310460">
        <w:rPr>
          <w:noProof/>
        </w:rPr>
        <w:t>4</w:t>
      </w:r>
      <w:bookmarkStart w:id="0" w:name="_GoBack"/>
      <w:bookmarkEnd w:id="0"/>
    </w:p>
    <w:p w:rsidR="00602195"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sidR="00310460">
        <w:rPr>
          <w:noProof/>
        </w:rPr>
        <w:t>4</w:t>
      </w:r>
    </w:p>
    <w:p w:rsidR="00602195"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sidR="00310460">
        <w:rPr>
          <w:noProof/>
        </w:rPr>
        <w:t>4</w:t>
      </w:r>
    </w:p>
    <w:p w:rsidR="00602195"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sidR="00310460">
        <w:rPr>
          <w:noProof/>
        </w:rPr>
        <w:t>4</w:t>
      </w:r>
    </w:p>
    <w:p w:rsidR="00602195"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sidR="00310460">
        <w:rPr>
          <w:noProof/>
        </w:rPr>
        <w:t>4</w:t>
      </w:r>
    </w:p>
    <w:p w:rsidR="00602195" w:rsidRDefault="00AE19B8">
      <w:pPr>
        <w:pStyle w:val="TOC3"/>
        <w:tabs>
          <w:tab w:val="left" w:pos="1600"/>
        </w:tabs>
        <w:rPr>
          <w:noProof/>
          <w:sz w:val="24"/>
          <w:szCs w:val="24"/>
        </w:rPr>
      </w:pPr>
      <w:r>
        <w:rPr>
          <w:noProof/>
        </w:rPr>
        <w:t>2.2.1</w:t>
      </w:r>
      <w:r>
        <w:rPr>
          <w:noProof/>
          <w:sz w:val="24"/>
          <w:szCs w:val="24"/>
        </w:rPr>
        <w:tab/>
      </w:r>
      <w:r w:rsidR="001B525B">
        <w:rPr>
          <w:noProof/>
          <w:sz w:val="24"/>
          <w:szCs w:val="24"/>
        </w:rPr>
        <w:t>Information not entered correctly</w:t>
      </w:r>
      <w:r>
        <w:rPr>
          <w:noProof/>
        </w:rPr>
        <w:tab/>
      </w:r>
      <w:r w:rsidR="00310460">
        <w:rPr>
          <w:noProof/>
        </w:rPr>
        <w:t>4</w:t>
      </w:r>
    </w:p>
    <w:p w:rsidR="00602195" w:rsidRDefault="00AE19B8">
      <w:pPr>
        <w:pStyle w:val="TOC3"/>
        <w:tabs>
          <w:tab w:val="left" w:pos="1600"/>
        </w:tabs>
        <w:rPr>
          <w:noProof/>
          <w:sz w:val="24"/>
          <w:szCs w:val="24"/>
        </w:rPr>
      </w:pPr>
      <w:r>
        <w:rPr>
          <w:noProof/>
        </w:rPr>
        <w:t>2.2.2</w:t>
      </w:r>
      <w:r>
        <w:rPr>
          <w:noProof/>
          <w:sz w:val="24"/>
          <w:szCs w:val="24"/>
        </w:rPr>
        <w:tab/>
      </w:r>
      <w:r w:rsidR="001B525B">
        <w:rPr>
          <w:noProof/>
          <w:sz w:val="24"/>
          <w:szCs w:val="24"/>
        </w:rPr>
        <w:t>Information not entered</w:t>
      </w:r>
      <w:r>
        <w:rPr>
          <w:noProof/>
        </w:rPr>
        <w:tab/>
      </w:r>
      <w:r w:rsidR="00310460">
        <w:rPr>
          <w:noProof/>
        </w:rPr>
        <w:t>4</w:t>
      </w:r>
    </w:p>
    <w:p w:rsidR="00602195"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sidR="00310460">
        <w:rPr>
          <w:noProof/>
        </w:rPr>
        <w:t>4</w:t>
      </w:r>
    </w:p>
    <w:p w:rsidR="00602195" w:rsidRDefault="00AE19B8">
      <w:pPr>
        <w:pStyle w:val="TOC2"/>
        <w:tabs>
          <w:tab w:val="left" w:pos="1000"/>
        </w:tabs>
        <w:rPr>
          <w:noProof/>
          <w:sz w:val="24"/>
          <w:szCs w:val="24"/>
        </w:rPr>
      </w:pPr>
      <w:r>
        <w:rPr>
          <w:noProof/>
        </w:rPr>
        <w:t>3.1</w:t>
      </w:r>
      <w:r>
        <w:rPr>
          <w:noProof/>
          <w:sz w:val="24"/>
          <w:szCs w:val="24"/>
        </w:rPr>
        <w:tab/>
      </w:r>
      <w:r w:rsidR="001B525B">
        <w:rPr>
          <w:noProof/>
          <w:sz w:val="24"/>
          <w:szCs w:val="24"/>
        </w:rPr>
        <w:t>System Requirements</w:t>
      </w:r>
      <w:r>
        <w:rPr>
          <w:noProof/>
        </w:rPr>
        <w:tab/>
      </w:r>
      <w:r w:rsidR="00310460">
        <w:rPr>
          <w:noProof/>
        </w:rPr>
        <w:t>4</w:t>
      </w:r>
    </w:p>
    <w:p w:rsidR="00602195"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sidR="00310460">
        <w:rPr>
          <w:noProof/>
        </w:rPr>
        <w:t>4</w:t>
      </w:r>
    </w:p>
    <w:p w:rsidR="00602195" w:rsidRDefault="00AE19B8">
      <w:pPr>
        <w:pStyle w:val="TOC2"/>
        <w:tabs>
          <w:tab w:val="left" w:pos="1000"/>
        </w:tabs>
        <w:rPr>
          <w:noProof/>
        </w:rPr>
      </w:pPr>
      <w:r>
        <w:rPr>
          <w:noProof/>
        </w:rPr>
        <w:t>4.1</w:t>
      </w:r>
      <w:r>
        <w:rPr>
          <w:noProof/>
          <w:sz w:val="24"/>
          <w:szCs w:val="24"/>
        </w:rPr>
        <w:tab/>
      </w:r>
      <w:r w:rsidR="001B525B">
        <w:rPr>
          <w:noProof/>
          <w:sz w:val="24"/>
          <w:szCs w:val="24"/>
        </w:rPr>
        <w:t>Access to system</w:t>
      </w:r>
      <w:r>
        <w:rPr>
          <w:noProof/>
        </w:rPr>
        <w:tab/>
      </w:r>
      <w:r w:rsidR="00310460">
        <w:rPr>
          <w:noProof/>
        </w:rPr>
        <w:t>4</w:t>
      </w:r>
    </w:p>
    <w:p w:rsidR="001B525B" w:rsidRPr="001B525B" w:rsidRDefault="00310460" w:rsidP="001B525B">
      <w:r>
        <w:tab/>
        <w:t>4.2 Access to the grade</w:t>
      </w:r>
      <w:r>
        <w:tab/>
      </w:r>
      <w:r>
        <w:tab/>
      </w:r>
      <w:r>
        <w:tab/>
      </w:r>
      <w:r>
        <w:tab/>
      </w:r>
      <w:r>
        <w:tab/>
      </w:r>
      <w:r>
        <w:tab/>
      </w:r>
      <w:r>
        <w:tab/>
      </w:r>
      <w:r>
        <w:tab/>
      </w:r>
      <w:r>
        <w:tab/>
        <w:t>4</w:t>
      </w:r>
    </w:p>
    <w:p w:rsidR="00602195"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sidR="00310460">
        <w:rPr>
          <w:noProof/>
        </w:rPr>
        <w:t>4</w:t>
      </w:r>
    </w:p>
    <w:p w:rsidR="00602195" w:rsidRDefault="00AE19B8">
      <w:pPr>
        <w:pStyle w:val="TOC2"/>
        <w:tabs>
          <w:tab w:val="left" w:pos="1000"/>
        </w:tabs>
        <w:rPr>
          <w:noProof/>
          <w:sz w:val="24"/>
          <w:szCs w:val="24"/>
        </w:rPr>
      </w:pPr>
      <w:r>
        <w:rPr>
          <w:noProof/>
        </w:rPr>
        <w:t>5.1</w:t>
      </w:r>
      <w:r>
        <w:rPr>
          <w:noProof/>
          <w:sz w:val="24"/>
          <w:szCs w:val="24"/>
        </w:rPr>
        <w:tab/>
      </w:r>
      <w:r w:rsidR="001B525B">
        <w:rPr>
          <w:noProof/>
          <w:sz w:val="24"/>
          <w:szCs w:val="24"/>
        </w:rPr>
        <w:t>Advisors are able to track progress of student</w:t>
      </w:r>
      <w:r w:rsidR="00310460">
        <w:rPr>
          <w:noProof/>
          <w:sz w:val="24"/>
          <w:szCs w:val="24"/>
        </w:rPr>
        <w:t xml:space="preserve"> to graduation</w:t>
      </w:r>
      <w:r>
        <w:rPr>
          <w:noProof/>
        </w:rPr>
        <w:tab/>
      </w:r>
      <w:r w:rsidR="00310460">
        <w:rPr>
          <w:noProof/>
        </w:rPr>
        <w:t>5</w:t>
      </w:r>
    </w:p>
    <w:p w:rsidR="00602195"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sidR="00310460">
        <w:rPr>
          <w:noProof/>
        </w:rPr>
        <w:t>5</w:t>
      </w:r>
    </w:p>
    <w:p w:rsidR="00602195" w:rsidRDefault="00AE19B8">
      <w:pPr>
        <w:pStyle w:val="TOC2"/>
        <w:tabs>
          <w:tab w:val="left" w:pos="1000"/>
        </w:tabs>
        <w:rPr>
          <w:noProof/>
        </w:rPr>
      </w:pPr>
      <w:r>
        <w:rPr>
          <w:noProof/>
        </w:rPr>
        <w:t>6.1</w:t>
      </w:r>
      <w:r>
        <w:rPr>
          <w:noProof/>
          <w:sz w:val="24"/>
          <w:szCs w:val="24"/>
        </w:rPr>
        <w:tab/>
      </w:r>
      <w:r w:rsidR="001B525B">
        <w:rPr>
          <w:noProof/>
          <w:sz w:val="24"/>
          <w:szCs w:val="24"/>
        </w:rPr>
        <w:t>Invalid Input of information</w:t>
      </w:r>
      <w:r>
        <w:rPr>
          <w:noProof/>
        </w:rPr>
        <w:tab/>
      </w:r>
      <w:r w:rsidR="00310460">
        <w:rPr>
          <w:noProof/>
        </w:rPr>
        <w:t>5</w:t>
      </w:r>
    </w:p>
    <w:p w:rsidR="001B525B" w:rsidRPr="001B525B" w:rsidRDefault="001B525B" w:rsidP="001B525B">
      <w:r>
        <w:tab/>
        <w:t>6.2</w:t>
      </w:r>
      <w:r>
        <w:tab/>
        <w:t>Information not entered</w:t>
      </w:r>
      <w:r w:rsidR="00310460">
        <w:tab/>
      </w:r>
      <w:r w:rsidR="00310460">
        <w:tab/>
      </w:r>
      <w:r w:rsidR="00310460">
        <w:tab/>
      </w:r>
      <w:r w:rsidR="00310460">
        <w:tab/>
      </w:r>
      <w:r w:rsidR="00310460">
        <w:tab/>
      </w:r>
      <w:r w:rsidR="00310460">
        <w:tab/>
      </w:r>
      <w:r w:rsidR="00310460">
        <w:tab/>
      </w:r>
      <w:r w:rsidR="00310460">
        <w:tab/>
        <w:t>5</w:t>
      </w:r>
    </w:p>
    <w:p w:rsidR="00602195" w:rsidRDefault="00AE19B8">
      <w:pPr>
        <w:pStyle w:val="Title"/>
      </w:pPr>
      <w:r>
        <w:rPr>
          <w:rFonts w:ascii="Times New Roman" w:hAnsi="Times New Roman"/>
          <w:sz w:val="20"/>
        </w:rPr>
        <w:fldChar w:fldCharType="end"/>
      </w:r>
      <w:r>
        <w:br w:type="page"/>
      </w:r>
      <w:fldSimple w:instr="title  \* Mergeformat ">
        <w:r w:rsidR="00CA0558">
          <w:t xml:space="preserve">Use Case Specification: </w:t>
        </w:r>
      </w:fldSimple>
      <w:bookmarkStart w:id="1" w:name="_Toc423410237"/>
      <w:bookmarkStart w:id="2" w:name="_Toc425054503"/>
      <w:r w:rsidR="001B525B">
        <w:t xml:space="preserve">Track </w:t>
      </w:r>
      <w:r w:rsidR="00310460">
        <w:t>Graduation</w:t>
      </w:r>
      <w:r>
        <w:t xml:space="preserve"> </w:t>
      </w:r>
      <w:bookmarkEnd w:id="1"/>
      <w:bookmarkEnd w:id="2"/>
    </w:p>
    <w:p w:rsidR="00602195" w:rsidRDefault="00602195">
      <w:pPr>
        <w:pStyle w:val="InfoBlue"/>
      </w:pPr>
    </w:p>
    <w:p w:rsidR="00602195" w:rsidRDefault="001B525B">
      <w:pPr>
        <w:pStyle w:val="Heading1"/>
      </w:pPr>
      <w:bookmarkStart w:id="3" w:name="_Toc494515304"/>
      <w:bookmarkStart w:id="4" w:name="_Toc423410238"/>
      <w:bookmarkStart w:id="5" w:name="_Toc425054504"/>
      <w:r>
        <w:t xml:space="preserve">Track </w:t>
      </w:r>
      <w:bookmarkEnd w:id="3"/>
      <w:r w:rsidR="00310460">
        <w:t>Graduation</w:t>
      </w:r>
      <w:r w:rsidR="00AE19B8">
        <w:t xml:space="preserve"> </w:t>
      </w:r>
    </w:p>
    <w:p w:rsidR="00602195" w:rsidRDefault="00AE19B8">
      <w:pPr>
        <w:pStyle w:val="Heading2"/>
      </w:pPr>
      <w:bookmarkStart w:id="6" w:name="_Toc494515305"/>
      <w:r>
        <w:t>Brief Description</w:t>
      </w:r>
      <w:bookmarkEnd w:id="4"/>
      <w:bookmarkEnd w:id="5"/>
      <w:bookmarkEnd w:id="6"/>
    </w:p>
    <w:p w:rsidR="001B525B" w:rsidRPr="001B525B" w:rsidRDefault="001B525B" w:rsidP="001B525B">
      <w:pPr>
        <w:ind w:left="720"/>
      </w:pPr>
      <w:r>
        <w:t>This allows the advisors to track the student’s progress through the program</w:t>
      </w:r>
      <w:r w:rsidR="00310460">
        <w:t xml:space="preserve"> for graduation</w:t>
      </w:r>
    </w:p>
    <w:p w:rsidR="00602195" w:rsidRDefault="00AE19B8">
      <w:pPr>
        <w:pStyle w:val="Heading1"/>
        <w:widowControl/>
      </w:pPr>
      <w:bookmarkStart w:id="7" w:name="_Toc423410239"/>
      <w:bookmarkStart w:id="8" w:name="_Toc425054505"/>
      <w:bookmarkStart w:id="9" w:name="_Toc494515306"/>
      <w:r>
        <w:t>Flow of Events</w:t>
      </w:r>
      <w:bookmarkEnd w:id="7"/>
      <w:bookmarkEnd w:id="8"/>
      <w:bookmarkEnd w:id="9"/>
    </w:p>
    <w:p w:rsidR="00602195" w:rsidRDefault="00AE19B8">
      <w:pPr>
        <w:pStyle w:val="Heading2"/>
        <w:widowControl/>
      </w:pPr>
      <w:bookmarkStart w:id="10" w:name="_Toc423410240"/>
      <w:bookmarkStart w:id="11" w:name="_Toc425054506"/>
      <w:bookmarkStart w:id="12" w:name="_Toc494515307"/>
      <w:r>
        <w:t>Basic Flow</w:t>
      </w:r>
      <w:bookmarkEnd w:id="10"/>
      <w:bookmarkEnd w:id="11"/>
      <w:bookmarkEnd w:id="12"/>
      <w:r>
        <w:t xml:space="preserve"> </w:t>
      </w:r>
    </w:p>
    <w:p w:rsidR="001B525B" w:rsidRPr="001B525B" w:rsidRDefault="001B525B" w:rsidP="001B525B">
      <w:pPr>
        <w:ind w:left="720"/>
      </w:pPr>
      <w:r>
        <w:t>The advisors are the main actor in this case. The advisors with this system will be able to track the student’s grades and certifications while being able to run queries that will help them to better keep track of the student</w:t>
      </w:r>
      <w:r w:rsidR="00310460">
        <w:t>’</w:t>
      </w:r>
      <w:r>
        <w:t>s</w:t>
      </w:r>
      <w:r w:rsidR="00310460">
        <w:t xml:space="preserve"> progress</w:t>
      </w:r>
      <w:r>
        <w:t xml:space="preserve">. They will be able to more easily see how much the students have completed </w:t>
      </w:r>
      <w:r w:rsidR="00310460">
        <w:t>towards graduation. They will be able to track the completion of the requirements towards graduating.</w:t>
      </w:r>
    </w:p>
    <w:p w:rsidR="00602195" w:rsidRDefault="00AE19B8">
      <w:pPr>
        <w:pStyle w:val="Heading2"/>
        <w:widowControl/>
      </w:pPr>
      <w:bookmarkStart w:id="13" w:name="_Toc423410241"/>
      <w:bookmarkStart w:id="14" w:name="_Toc425054507"/>
      <w:bookmarkStart w:id="15" w:name="_Toc494515308"/>
      <w:r>
        <w:t>Alternative Flows</w:t>
      </w:r>
      <w:bookmarkEnd w:id="13"/>
      <w:bookmarkEnd w:id="14"/>
      <w:bookmarkEnd w:id="15"/>
    </w:p>
    <w:p w:rsidR="001B525B" w:rsidRPr="001B525B" w:rsidRDefault="001B525B" w:rsidP="001B525B">
      <w:pPr>
        <w:ind w:left="720"/>
      </w:pPr>
      <w:r>
        <w:t>Alternative flows are actions that occur if information is not entered correctly or not entered at all.</w:t>
      </w:r>
    </w:p>
    <w:p w:rsidR="00602195" w:rsidRDefault="001B525B">
      <w:pPr>
        <w:pStyle w:val="Heading3"/>
        <w:widowControl/>
        <w:rPr>
          <w:b/>
          <w:i w:val="0"/>
        </w:rPr>
      </w:pPr>
      <w:r w:rsidRPr="001B525B">
        <w:rPr>
          <w:b/>
          <w:i w:val="0"/>
        </w:rPr>
        <w:t>Information not entered correctly</w:t>
      </w:r>
    </w:p>
    <w:p w:rsidR="00602195" w:rsidRDefault="001B525B" w:rsidP="001B525B">
      <w:pPr>
        <w:ind w:left="720"/>
      </w:pPr>
      <w:r>
        <w:t>If the advisors do not enter the student’s information, grades, or certifications correctly, then this will</w:t>
      </w:r>
      <w:r w:rsidR="00310460">
        <w:t xml:space="preserve"> cause issues with tracking their graduation date</w:t>
      </w:r>
      <w:r>
        <w:t xml:space="preserve"> correctly as they progress through the program.</w:t>
      </w:r>
    </w:p>
    <w:p w:rsidR="00602195" w:rsidRDefault="001B525B">
      <w:pPr>
        <w:pStyle w:val="Heading3"/>
        <w:widowControl/>
        <w:rPr>
          <w:b/>
          <w:i w:val="0"/>
        </w:rPr>
      </w:pPr>
      <w:bookmarkStart w:id="16" w:name="_Toc423410243"/>
      <w:bookmarkStart w:id="17" w:name="_Toc425054509"/>
      <w:bookmarkStart w:id="18" w:name="_Toc494515310"/>
      <w:r w:rsidRPr="001B525B">
        <w:rPr>
          <w:b/>
          <w:i w:val="0"/>
        </w:rPr>
        <w:t>Information not entered</w:t>
      </w:r>
      <w:bookmarkEnd w:id="16"/>
      <w:bookmarkEnd w:id="17"/>
      <w:bookmarkEnd w:id="18"/>
    </w:p>
    <w:p w:rsidR="001B525B" w:rsidRPr="001B525B" w:rsidRDefault="001B525B" w:rsidP="001B525B">
      <w:pPr>
        <w:ind w:left="720"/>
      </w:pPr>
      <w:r>
        <w:t>If the advisors forget to submit and enter information on a student, then they will not be able to accurately track the student’s progress. If information is not entered, then the student will appear to be behind and can cause issues with scheduling and advising.</w:t>
      </w:r>
    </w:p>
    <w:p w:rsidR="00602195" w:rsidRDefault="00AE19B8">
      <w:pPr>
        <w:pStyle w:val="Heading1"/>
      </w:pPr>
      <w:bookmarkStart w:id="19" w:name="_Toc423410251"/>
      <w:bookmarkStart w:id="20" w:name="_Toc425054510"/>
      <w:bookmarkStart w:id="21" w:name="_Toc494515311"/>
      <w:r>
        <w:t>Special Requirements</w:t>
      </w:r>
      <w:bookmarkEnd w:id="19"/>
      <w:bookmarkEnd w:id="20"/>
      <w:bookmarkEnd w:id="21"/>
    </w:p>
    <w:p w:rsidR="001B525B" w:rsidRPr="001B525B" w:rsidRDefault="001B525B" w:rsidP="001B525B">
      <w:pPr>
        <w:ind w:left="720"/>
      </w:pPr>
      <w:r>
        <w:t>These are requirements that must be met to allow the advisors to track the student’s progress</w:t>
      </w:r>
      <w:r w:rsidR="00310460">
        <w:t xml:space="preserve"> towards graduation</w:t>
      </w:r>
    </w:p>
    <w:p w:rsidR="00602195" w:rsidRDefault="001B525B">
      <w:pPr>
        <w:pStyle w:val="Heading2"/>
        <w:widowControl/>
      </w:pPr>
      <w:r>
        <w:t>System Requirements</w:t>
      </w:r>
      <w:r>
        <w:tab/>
      </w:r>
    </w:p>
    <w:p w:rsidR="001B525B" w:rsidRDefault="001B525B" w:rsidP="001B525B">
      <w:pPr>
        <w:pStyle w:val="ListParagraph"/>
        <w:numPr>
          <w:ilvl w:val="0"/>
          <w:numId w:val="23"/>
        </w:numPr>
      </w:pPr>
      <w:r>
        <w:t>Access to Windows Server 2012</w:t>
      </w:r>
    </w:p>
    <w:p w:rsidR="001B525B" w:rsidRDefault="001B525B" w:rsidP="001B525B">
      <w:pPr>
        <w:pStyle w:val="ListParagraph"/>
        <w:numPr>
          <w:ilvl w:val="0"/>
          <w:numId w:val="23"/>
        </w:numPr>
      </w:pPr>
      <w:r>
        <w:t>Access SQL 2016</w:t>
      </w:r>
    </w:p>
    <w:p w:rsidR="001B525B" w:rsidRPr="001B525B" w:rsidRDefault="001B525B" w:rsidP="00310460">
      <w:pPr>
        <w:pStyle w:val="ListParagraph"/>
        <w:numPr>
          <w:ilvl w:val="0"/>
          <w:numId w:val="23"/>
        </w:numPr>
      </w:pPr>
      <w:r>
        <w:t>Due to FERPA restrictions we must store student information and grades on secure University of Louisville servers</w:t>
      </w:r>
    </w:p>
    <w:p w:rsidR="00602195" w:rsidRDefault="00602195"/>
    <w:p w:rsidR="00602195" w:rsidRDefault="00AE19B8">
      <w:pPr>
        <w:pStyle w:val="Heading1"/>
        <w:widowControl/>
      </w:pPr>
      <w:bookmarkStart w:id="22" w:name="_Toc423410253"/>
      <w:bookmarkStart w:id="23" w:name="_Toc425054512"/>
      <w:bookmarkStart w:id="24" w:name="_Toc494515313"/>
      <w:r>
        <w:t>Pre-conditions</w:t>
      </w:r>
      <w:bookmarkEnd w:id="22"/>
      <w:bookmarkEnd w:id="23"/>
      <w:bookmarkEnd w:id="24"/>
    </w:p>
    <w:p w:rsidR="001B525B" w:rsidRPr="001B525B" w:rsidRDefault="001B525B" w:rsidP="001B525B">
      <w:pPr>
        <w:ind w:left="720"/>
      </w:pPr>
      <w:r>
        <w:t>These are conditions that must be met to allow for the</w:t>
      </w:r>
      <w:r w:rsidR="00310460">
        <w:t xml:space="preserve"> advisors to track the student.s progress towards graduation.</w:t>
      </w:r>
    </w:p>
    <w:p w:rsidR="00602195" w:rsidRDefault="001B525B">
      <w:pPr>
        <w:pStyle w:val="Heading2"/>
        <w:widowControl/>
      </w:pPr>
      <w:bookmarkStart w:id="25" w:name="_Toc423410254"/>
      <w:bookmarkStart w:id="26" w:name="_Toc425054513"/>
      <w:bookmarkStart w:id="27" w:name="_Toc494515314"/>
      <w:r>
        <w:t>Access to the system</w:t>
      </w:r>
      <w:bookmarkEnd w:id="25"/>
      <w:bookmarkEnd w:id="26"/>
      <w:bookmarkEnd w:id="27"/>
    </w:p>
    <w:p w:rsidR="001B525B" w:rsidRDefault="001B525B" w:rsidP="001B525B">
      <w:pPr>
        <w:pStyle w:val="ListParagraph"/>
        <w:numPr>
          <w:ilvl w:val="0"/>
          <w:numId w:val="24"/>
        </w:numPr>
      </w:pPr>
      <w:r>
        <w:t>Advisors must be able to log in</w:t>
      </w:r>
      <w:r w:rsidR="00310460">
        <w:t xml:space="preserve"> to the system</w:t>
      </w:r>
    </w:p>
    <w:p w:rsidR="001B525B" w:rsidRDefault="001B525B" w:rsidP="001B525B">
      <w:pPr>
        <w:pStyle w:val="ListParagraph"/>
        <w:numPr>
          <w:ilvl w:val="0"/>
          <w:numId w:val="24"/>
        </w:numPr>
      </w:pPr>
      <w:r>
        <w:t>They must be connected through the University of Louisville’s network</w:t>
      </w:r>
    </w:p>
    <w:p w:rsidR="001B525B" w:rsidRDefault="001B525B" w:rsidP="001B525B">
      <w:pPr>
        <w:pStyle w:val="Heading2"/>
      </w:pPr>
      <w:r>
        <w:t>Access to the student’s grades</w:t>
      </w:r>
    </w:p>
    <w:p w:rsidR="001B525B" w:rsidRPr="001B525B" w:rsidRDefault="001B525B" w:rsidP="001B525B">
      <w:pPr>
        <w:ind w:left="720"/>
        <w:rPr>
          <w:b/>
        </w:rPr>
      </w:pPr>
      <w:r w:rsidRPr="00310460">
        <w:t>The advisor must be able to access the student’s grades to carry t</w:t>
      </w:r>
      <w:r w:rsidR="00310460" w:rsidRPr="00310460">
        <w:t>hem over to the database system to show completion percentage towards graduation</w:t>
      </w:r>
      <w:r w:rsidR="00310460">
        <w:rPr>
          <w:b/>
        </w:rPr>
        <w:t>.</w:t>
      </w:r>
    </w:p>
    <w:p w:rsidR="00602195" w:rsidRDefault="00AE19B8">
      <w:pPr>
        <w:pStyle w:val="Heading1"/>
        <w:widowControl/>
      </w:pPr>
      <w:bookmarkStart w:id="28" w:name="_Toc423410255"/>
      <w:bookmarkStart w:id="29" w:name="_Toc425054514"/>
      <w:bookmarkStart w:id="30" w:name="_Toc494515315"/>
      <w:r>
        <w:t>Post-conditions</w:t>
      </w:r>
      <w:bookmarkEnd w:id="28"/>
      <w:bookmarkEnd w:id="29"/>
      <w:bookmarkEnd w:id="30"/>
    </w:p>
    <w:p w:rsidR="001B525B" w:rsidRPr="001B525B" w:rsidRDefault="001B525B" w:rsidP="001B525B">
      <w:pPr>
        <w:ind w:left="720"/>
      </w:pPr>
      <w:r>
        <w:t>These are the results if everything is tracked properly</w:t>
      </w:r>
    </w:p>
    <w:p w:rsidR="00602195" w:rsidRDefault="001B525B">
      <w:pPr>
        <w:pStyle w:val="Heading2"/>
        <w:widowControl/>
      </w:pPr>
      <w:r>
        <w:lastRenderedPageBreak/>
        <w:t>Advisor tracks student’s progress</w:t>
      </w:r>
      <w:r w:rsidR="00310460">
        <w:t xml:space="preserve"> to graduation</w:t>
      </w:r>
    </w:p>
    <w:p w:rsidR="001B525B" w:rsidRPr="001B525B" w:rsidRDefault="001B525B" w:rsidP="001B525B">
      <w:pPr>
        <w:ind w:left="720"/>
      </w:pPr>
      <w:r>
        <w:t xml:space="preserve">If everything works correctly, and all information is entered correctly and in a timely manner, then the advisors will be able to track the student’s progress </w:t>
      </w:r>
      <w:r w:rsidR="00310460">
        <w:t>as the move through the program and prepare them for graduation.</w:t>
      </w:r>
    </w:p>
    <w:p w:rsidR="00602195" w:rsidRDefault="00AE19B8">
      <w:pPr>
        <w:pStyle w:val="Heading1"/>
      </w:pPr>
      <w:bookmarkStart w:id="31" w:name="_Toc494515317"/>
      <w:r>
        <w:t>Extension Points</w:t>
      </w:r>
      <w:bookmarkEnd w:id="31"/>
    </w:p>
    <w:p w:rsidR="001B525B" w:rsidRPr="001B525B" w:rsidRDefault="001B525B" w:rsidP="001B525B">
      <w:pPr>
        <w:ind w:left="720"/>
      </w:pPr>
      <w:r>
        <w:t>If information is entered incorrectly or not entered at all, then advisors cannot properly track student</w:t>
      </w:r>
      <w:r w:rsidR="00310460">
        <w:t>’</w:t>
      </w:r>
      <w:r>
        <w:t>s</w:t>
      </w:r>
      <w:r w:rsidR="00310460">
        <w:t xml:space="preserve"> progress towards graduation.</w:t>
      </w:r>
    </w:p>
    <w:p w:rsidR="00602195" w:rsidRDefault="001B525B">
      <w:pPr>
        <w:pStyle w:val="Heading2"/>
      </w:pPr>
      <w:bookmarkStart w:id="32" w:name="_Toc494515318"/>
      <w:r>
        <w:t>Invalid Input of information</w:t>
      </w:r>
      <w:bookmarkEnd w:id="32"/>
    </w:p>
    <w:p w:rsidR="001B525B" w:rsidRDefault="001B525B" w:rsidP="001B525B">
      <w:pPr>
        <w:ind w:left="720"/>
      </w:pPr>
      <w:r>
        <w:t>If information is put in incorrectly, then the advisors will have trouble advising students and tracking their progress as they would be giving bad information or not know where a student truly stands.</w:t>
      </w:r>
    </w:p>
    <w:p w:rsidR="001B525B" w:rsidRDefault="001B525B" w:rsidP="001B525B">
      <w:pPr>
        <w:pStyle w:val="Heading2"/>
      </w:pPr>
      <w:r>
        <w:t>Information not entered</w:t>
      </w:r>
    </w:p>
    <w:p w:rsidR="001B525B" w:rsidRPr="001B525B" w:rsidRDefault="001B525B" w:rsidP="001B525B">
      <w:pPr>
        <w:ind w:left="720"/>
      </w:pPr>
      <w:r>
        <w:t>If the information on a student is forgotten and not entered, then the system will show them as behind making it harder for an advisor to track the student correctly.</w:t>
      </w:r>
    </w:p>
    <w:sectPr w:rsidR="001B525B" w:rsidRPr="001B525B">
      <w:headerReference w:type="default" r:id="rId8"/>
      <w:footerReference w:type="default" r:id="rId9"/>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421B" w:rsidRDefault="0035421B">
      <w:pPr>
        <w:spacing w:line="240" w:lineRule="auto"/>
      </w:pPr>
      <w:r>
        <w:separator/>
      </w:r>
    </w:p>
  </w:endnote>
  <w:endnote w:type="continuationSeparator" w:id="0">
    <w:p w:rsidR="0035421B" w:rsidRDefault="003542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602195">
      <w:tc>
        <w:tcPr>
          <w:tcW w:w="3162" w:type="dxa"/>
          <w:tcBorders>
            <w:top w:val="nil"/>
            <w:left w:val="nil"/>
            <w:bottom w:val="nil"/>
            <w:right w:val="nil"/>
          </w:tcBorders>
        </w:tcPr>
        <w:p w:rsidR="00602195" w:rsidRDefault="00AE19B8">
          <w:pPr>
            <w:ind w:right="360"/>
            <w:rPr>
              <w:sz w:val="24"/>
            </w:rPr>
          </w:pPr>
          <w:r>
            <w:t>Confidential</w:t>
          </w:r>
        </w:p>
      </w:tc>
      <w:tc>
        <w:tcPr>
          <w:tcW w:w="3162" w:type="dxa"/>
          <w:tcBorders>
            <w:top w:val="nil"/>
            <w:left w:val="nil"/>
            <w:bottom w:val="nil"/>
            <w:right w:val="nil"/>
          </w:tcBorders>
        </w:tcPr>
        <w:p w:rsidR="00602195" w:rsidRDefault="00AE19B8" w:rsidP="00310DAF">
          <w:pPr>
            <w:jc w:val="center"/>
          </w:pPr>
          <w:r>
            <w:fldChar w:fldCharType="begin"/>
          </w:r>
          <w:r>
            <w:instrText>symbol 211 \f "Symbol" \s 10</w:instrText>
          </w:r>
          <w:r>
            <w:fldChar w:fldCharType="separate"/>
          </w:r>
          <w:r>
            <w:rPr>
              <w:rFonts w:ascii="Symbol" w:hAnsi="Symbol"/>
            </w:rPr>
            <w:t>Ó</w:t>
          </w:r>
          <w:r>
            <w:fldChar w:fldCharType="end"/>
          </w:r>
          <w:r w:rsidR="00310DAF">
            <w:t xml:space="preserve">R.A.C.T.,10/19/2016 </w:t>
          </w:r>
        </w:p>
      </w:tc>
      <w:tc>
        <w:tcPr>
          <w:tcW w:w="3162" w:type="dxa"/>
          <w:tcBorders>
            <w:top w:val="nil"/>
            <w:left w:val="nil"/>
            <w:bottom w:val="nil"/>
            <w:right w:val="nil"/>
          </w:tcBorders>
        </w:tcPr>
        <w:p w:rsidR="00602195" w:rsidRDefault="00AE19B8">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310460">
            <w:rPr>
              <w:rStyle w:val="PageNumber"/>
              <w:noProof/>
            </w:rPr>
            <w:t>4</w:t>
          </w:r>
          <w:r>
            <w:rPr>
              <w:rStyle w:val="PageNumber"/>
            </w:rPr>
            <w:fldChar w:fldCharType="end"/>
          </w:r>
        </w:p>
      </w:tc>
    </w:tr>
  </w:tbl>
  <w:p w:rsidR="00602195" w:rsidRDefault="006021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421B" w:rsidRDefault="0035421B">
      <w:pPr>
        <w:spacing w:line="240" w:lineRule="auto"/>
      </w:pPr>
      <w:r>
        <w:separator/>
      </w:r>
    </w:p>
  </w:footnote>
  <w:footnote w:type="continuationSeparator" w:id="0">
    <w:p w:rsidR="0035421B" w:rsidRDefault="0035421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195" w:rsidRDefault="00602195">
    <w:pPr>
      <w:rPr>
        <w:sz w:val="24"/>
      </w:rPr>
    </w:pPr>
  </w:p>
  <w:p w:rsidR="00602195" w:rsidRDefault="00602195">
    <w:pPr>
      <w:pBdr>
        <w:top w:val="single" w:sz="6" w:space="1" w:color="auto"/>
      </w:pBdr>
      <w:rPr>
        <w:sz w:val="24"/>
      </w:rPr>
    </w:pPr>
  </w:p>
  <w:p w:rsidR="00602195" w:rsidRDefault="00EC5F30">
    <w:pPr>
      <w:pBdr>
        <w:bottom w:val="single" w:sz="6" w:space="1" w:color="auto"/>
      </w:pBdr>
      <w:jc w:val="right"/>
      <w:rPr>
        <w:rFonts w:ascii="Arial" w:hAnsi="Arial"/>
        <w:b/>
        <w:sz w:val="36"/>
      </w:rPr>
    </w:pPr>
    <w:r>
      <w:t>R.A.C.T.</w:t>
    </w:r>
    <w:r w:rsidR="00005C6D">
      <w:fldChar w:fldCharType="begin"/>
    </w:r>
    <w:r w:rsidR="00005C6D">
      <w:instrText xml:space="preserve"> DOCPROPERTY "Company"  \* MERGEFORMAT </w:instrText>
    </w:r>
    <w:r w:rsidR="00005C6D">
      <w:fldChar w:fldCharType="end"/>
    </w:r>
  </w:p>
  <w:p w:rsidR="00602195" w:rsidRDefault="00602195">
    <w:pPr>
      <w:pBdr>
        <w:bottom w:val="single" w:sz="6" w:space="1" w:color="auto"/>
      </w:pBdr>
      <w:jc w:val="right"/>
      <w:rPr>
        <w:sz w:val="24"/>
      </w:rPr>
    </w:pPr>
  </w:p>
  <w:p w:rsidR="00602195" w:rsidRDefault="006021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602195">
      <w:tc>
        <w:tcPr>
          <w:tcW w:w="6379" w:type="dxa"/>
        </w:tcPr>
        <w:p w:rsidR="00602195" w:rsidRDefault="00EC5F30">
          <w:r>
            <w:t>Sonar</w:t>
          </w:r>
        </w:p>
      </w:tc>
      <w:tc>
        <w:tcPr>
          <w:tcW w:w="3179" w:type="dxa"/>
        </w:tcPr>
        <w:p w:rsidR="00602195" w:rsidRDefault="00EC5F30" w:rsidP="00EC5F30">
          <w:pPr>
            <w:tabs>
              <w:tab w:val="left" w:pos="1135"/>
            </w:tabs>
            <w:spacing w:before="40"/>
            <w:ind w:right="68"/>
          </w:pPr>
          <w:r>
            <w:t xml:space="preserve">  Version:           </w:t>
          </w:r>
          <w:r w:rsidR="00AE19B8">
            <w:t>1.0</w:t>
          </w:r>
        </w:p>
      </w:tc>
    </w:tr>
    <w:tr w:rsidR="00602195">
      <w:tc>
        <w:tcPr>
          <w:tcW w:w="6379" w:type="dxa"/>
        </w:tcPr>
        <w:p w:rsidR="00602195" w:rsidRDefault="00DD187C" w:rsidP="00310460">
          <w:fldSimple w:instr="title  \* Mergeformat ">
            <w:r w:rsidR="00CA0558">
              <w:t xml:space="preserve">Use Case Specification: </w:t>
            </w:r>
          </w:fldSimple>
          <w:r w:rsidR="001B525B">
            <w:t xml:space="preserve">Track </w:t>
          </w:r>
          <w:r w:rsidR="00310460">
            <w:t>Graduation</w:t>
          </w:r>
        </w:p>
      </w:tc>
      <w:tc>
        <w:tcPr>
          <w:tcW w:w="3179" w:type="dxa"/>
        </w:tcPr>
        <w:p w:rsidR="00602195" w:rsidRDefault="00AE19B8" w:rsidP="00EC5F30">
          <w:r>
            <w:t xml:space="preserve">  Date:  </w:t>
          </w:r>
          <w:r w:rsidR="00EC5F30">
            <w:t>19/Oct/16</w:t>
          </w:r>
        </w:p>
      </w:tc>
    </w:tr>
    <w:tr w:rsidR="00602195">
      <w:tc>
        <w:tcPr>
          <w:tcW w:w="9558" w:type="dxa"/>
          <w:gridSpan w:val="2"/>
        </w:tcPr>
        <w:p w:rsidR="00602195" w:rsidRDefault="00310460">
          <w:r>
            <w:t>UC 24</w:t>
          </w:r>
        </w:p>
      </w:tc>
    </w:tr>
  </w:tbl>
  <w:p w:rsidR="00602195" w:rsidRDefault="006021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7C24DF"/>
    <w:multiLevelType w:val="hybridMultilevel"/>
    <w:tmpl w:val="950EB8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9961A12"/>
    <w:multiLevelType w:val="multilevel"/>
    <w:tmpl w:val="918C2BCC"/>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5DB81FE1"/>
    <w:multiLevelType w:val="hybridMultilevel"/>
    <w:tmpl w:val="9E107BE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10"/>
  </w:num>
  <w:num w:numId="4">
    <w:abstractNumId w:val="22"/>
  </w:num>
  <w:num w:numId="5">
    <w:abstractNumId w:val="15"/>
  </w:num>
  <w:num w:numId="6">
    <w:abstractNumId w:val="14"/>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1"/>
  </w:num>
  <w:num w:numId="10">
    <w:abstractNumId w:val="3"/>
  </w:num>
  <w:num w:numId="11">
    <w:abstractNumId w:val="11"/>
  </w:num>
  <w:num w:numId="12">
    <w:abstractNumId w:val="9"/>
  </w:num>
  <w:num w:numId="13">
    <w:abstractNumId w:val="20"/>
  </w:num>
  <w:num w:numId="14">
    <w:abstractNumId w:val="8"/>
  </w:num>
  <w:num w:numId="15">
    <w:abstractNumId w:val="5"/>
  </w:num>
  <w:num w:numId="16">
    <w:abstractNumId w:val="19"/>
  </w:num>
  <w:num w:numId="17">
    <w:abstractNumId w:val="13"/>
  </w:num>
  <w:num w:numId="18">
    <w:abstractNumId w:val="6"/>
  </w:num>
  <w:num w:numId="19">
    <w:abstractNumId w:val="12"/>
  </w:num>
  <w:num w:numId="20">
    <w:abstractNumId w:val="7"/>
  </w:num>
  <w:num w:numId="21">
    <w:abstractNumId w:val="18"/>
  </w:num>
  <w:num w:numId="22">
    <w:abstractNumId w:val="16"/>
  </w:num>
  <w:num w:numId="23">
    <w:abstractNumId w:val="17"/>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attachedTemplate r:id="rId1"/>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9B8"/>
    <w:rsid w:val="00005C6D"/>
    <w:rsid w:val="001B525B"/>
    <w:rsid w:val="00310460"/>
    <w:rsid w:val="00310DAF"/>
    <w:rsid w:val="0035421B"/>
    <w:rsid w:val="00446C5D"/>
    <w:rsid w:val="00602195"/>
    <w:rsid w:val="00AD5EC8"/>
    <w:rsid w:val="00AE19B8"/>
    <w:rsid w:val="00CA0558"/>
    <w:rsid w:val="00DD187C"/>
    <w:rsid w:val="00EC5F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F9106E3-3A41-4FDF-9A6A-2F6A8BB84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 w:type="paragraph" w:styleId="ListParagraph">
    <w:name w:val="List Paragraph"/>
    <w:basedOn w:val="Normal"/>
    <w:uiPriority w:val="34"/>
    <w:qFormat/>
    <w:rsid w:val="001B52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rup_ucspec</Template>
  <TotalTime>0</TotalTime>
  <Pages>5</Pages>
  <Words>555</Words>
  <Characters>3164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3712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Chris Temp Admin</cp:lastModifiedBy>
  <cp:revision>2</cp:revision>
  <cp:lastPrinted>2011-02-23T16:45:00Z</cp:lastPrinted>
  <dcterms:created xsi:type="dcterms:W3CDTF">2016-10-24T04:08:00Z</dcterms:created>
  <dcterms:modified xsi:type="dcterms:W3CDTF">2016-10-24T04:08:00Z</dcterms:modified>
</cp:coreProperties>
</file>